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  <w:r>
        <w:rPr>
          <w:rFonts w:hint="eastAsia"/>
          <w:sz w:val="21"/>
        </w:rPr>
        <w:t xml:space="preserve">　様式</w:t>
      </w:r>
      <w:r w:rsidR="007F3C0A">
        <w:rPr>
          <w:rFonts w:hint="eastAsia"/>
          <w:sz w:val="21"/>
        </w:rPr>
        <w:t>３</w:t>
      </w:r>
      <w:r>
        <w:rPr>
          <w:rFonts w:hint="eastAsia"/>
          <w:sz w:val="21"/>
        </w:rPr>
        <w:t>号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</w:p>
    <w:p w:rsidR="00AD7251" w:rsidRDefault="00AD7251" w:rsidP="00AD7251">
      <w:pPr>
        <w:wordWrap w:val="0"/>
        <w:spacing w:line="272" w:lineRule="exact"/>
        <w:ind w:right="242"/>
        <w:jc w:val="right"/>
        <w:rPr>
          <w:sz w:val="21"/>
        </w:rPr>
      </w:pPr>
      <w:r>
        <w:rPr>
          <w:rFonts w:hint="eastAsia"/>
          <w:sz w:val="21"/>
        </w:rPr>
        <w:t xml:space="preserve">　　</w:t>
      </w:r>
      <w:r w:rsidR="00D2181E">
        <w:rPr>
          <w:rFonts w:hint="eastAsia"/>
          <w:sz w:val="21"/>
        </w:rPr>
        <w:t xml:space="preserve">　　　　　　　　　　　　　　　　　　　　　　　　　　　　　　</w:t>
      </w:r>
      <w:r>
        <w:rPr>
          <w:rFonts w:hint="eastAsia"/>
          <w:sz w:val="21"/>
        </w:rPr>
        <w:t xml:space="preserve">　　年　　月　　日</w:t>
      </w:r>
    </w:p>
    <w:p w:rsidR="00AD7251" w:rsidRDefault="00AD7251" w:rsidP="00AD7251">
      <w:pPr>
        <w:wordWrap w:val="0"/>
        <w:spacing w:line="144" w:lineRule="exact"/>
        <w:ind w:right="-82"/>
        <w:jc w:val="left"/>
        <w:rPr>
          <w:sz w:val="21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lang w:eastAsia="zh-TW"/>
        </w:rPr>
      </w:pPr>
      <w:r>
        <w:rPr>
          <w:rFonts w:hint="eastAsia"/>
        </w:rPr>
        <w:t xml:space="preserve">　</w:t>
      </w:r>
    </w:p>
    <w:p w:rsidR="00AD7251" w:rsidRDefault="00AD7251" w:rsidP="00AD7251">
      <w:pPr>
        <w:wordWrap w:val="0"/>
        <w:spacing w:line="252" w:lineRule="exact"/>
        <w:ind w:right="-82"/>
        <w:jc w:val="left"/>
        <w:rPr>
          <w:lang w:eastAsia="zh-TW"/>
        </w:rPr>
      </w:pPr>
    </w:p>
    <w:p w:rsidR="00AD7251" w:rsidRDefault="007F3C0A" w:rsidP="007F3C0A">
      <w:pPr>
        <w:wordWrap w:val="0"/>
        <w:spacing w:line="252" w:lineRule="exact"/>
        <w:ind w:right="-82" w:firstLineChars="100" w:firstLine="218"/>
        <w:jc w:val="left"/>
      </w:pPr>
      <w:smartTag w:uri="schemas-MSNCTYST-com/MSNCTYST" w:element="MSNCTYST">
        <w:smartTagPr>
          <w:attr w:name="Address" w:val="山田町"/>
          <w:attr w:name="AddressList" w:val="03:山田町;"/>
        </w:smartTagPr>
        <w:r>
          <w:rPr>
            <w:rFonts w:hint="eastAsia"/>
          </w:rPr>
          <w:t>山田町</w:t>
        </w:r>
      </w:smartTag>
      <w:r w:rsidR="00D2181E">
        <w:rPr>
          <w:rFonts w:hint="eastAsia"/>
        </w:rPr>
        <w:t xml:space="preserve">長　</w:t>
      </w:r>
      <w:r w:rsidR="00916330">
        <w:rPr>
          <w:rFonts w:hint="eastAsia"/>
        </w:rPr>
        <w:t xml:space="preserve">　</w:t>
      </w:r>
      <w:r w:rsidR="00AD7251">
        <w:rPr>
          <w:rFonts w:hint="eastAsia"/>
          <w:lang w:eastAsia="zh-TW"/>
        </w:rPr>
        <w:t xml:space="preserve">　</w:t>
      </w:r>
      <w:r w:rsidR="005B3939">
        <w:rPr>
          <w:rFonts w:hint="eastAsia"/>
        </w:rPr>
        <w:t>様</w:t>
      </w:r>
    </w:p>
    <w:p w:rsidR="00AD7251" w:rsidRDefault="00AD7251" w:rsidP="00AD7251">
      <w:pPr>
        <w:wordWrap w:val="0"/>
        <w:spacing w:line="216" w:lineRule="exact"/>
        <w:ind w:right="-82"/>
        <w:jc w:val="left"/>
        <w:rPr>
          <w:sz w:val="21"/>
          <w:lang w:eastAsia="zh-TW"/>
        </w:rPr>
      </w:pPr>
    </w:p>
    <w:p w:rsidR="00AD7251" w:rsidRPr="00BD1122" w:rsidRDefault="000A5198" w:rsidP="00D23943">
      <w:pPr>
        <w:wordWrap w:val="0"/>
        <w:spacing w:line="272" w:lineRule="exact"/>
        <w:ind w:leftChars="2249" w:left="4892" w:right="-82" w:firstLine="1"/>
        <w:jc w:val="left"/>
        <w:rPr>
          <w:sz w:val="21"/>
          <w:szCs w:val="21"/>
          <w:lang w:eastAsia="zh-TW"/>
        </w:rPr>
      </w:pPr>
      <w:r>
        <w:rPr>
          <w:rFonts w:hint="eastAsia"/>
          <w:sz w:val="21"/>
          <w:szCs w:val="21"/>
          <w:lang w:eastAsia="zh-TW"/>
        </w:rPr>
        <w:t>受注者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  <w:lang w:eastAsia="zh-TW"/>
        </w:rPr>
      </w:pPr>
    </w:p>
    <w:p w:rsidR="00AD7251" w:rsidRPr="00BD1122" w:rsidRDefault="00AD7251" w:rsidP="00AD7251">
      <w:pPr>
        <w:wordWrap w:val="0"/>
        <w:spacing w:line="272" w:lineRule="exact"/>
        <w:ind w:right="242"/>
        <w:jc w:val="right"/>
        <w:rPr>
          <w:sz w:val="21"/>
          <w:szCs w:val="21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　　　　　　　　　　　　　　　　　　　　　　　　　　　　　　　</w:t>
      </w:r>
      <w:r w:rsidRPr="00BD1122">
        <w:rPr>
          <w:rFonts w:hint="eastAsia"/>
          <w:sz w:val="21"/>
          <w:szCs w:val="21"/>
          <w:lang w:eastAsia="zh-TW"/>
        </w:rPr>
        <w:t>印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  <w:lang w:eastAsia="zh-TW"/>
        </w:rPr>
      </w:pPr>
    </w:p>
    <w:p w:rsidR="00AD7251" w:rsidRDefault="00AD7251" w:rsidP="00AD7251">
      <w:pPr>
        <w:wordWrap w:val="0"/>
        <w:spacing w:line="136" w:lineRule="exact"/>
        <w:ind w:right="-82"/>
        <w:jc w:val="left"/>
        <w:rPr>
          <w:sz w:val="21"/>
          <w:lang w:eastAsia="zh-TW"/>
        </w:rPr>
      </w:pPr>
    </w:p>
    <w:p w:rsidR="00AD7251" w:rsidRPr="00E76C46" w:rsidRDefault="00AD7251" w:rsidP="00AD7251">
      <w:pPr>
        <w:spacing w:line="360" w:lineRule="exact"/>
        <w:ind w:right="-79"/>
        <w:jc w:val="center"/>
        <w:rPr>
          <w:b/>
          <w:bCs/>
          <w:sz w:val="32"/>
          <w:lang w:eastAsia="zh-TW"/>
        </w:rPr>
      </w:pPr>
      <w:r w:rsidRPr="00E76C46">
        <w:rPr>
          <w:rFonts w:hint="eastAsia"/>
          <w:b/>
          <w:bCs/>
          <w:sz w:val="32"/>
          <w:lang w:eastAsia="zh-TW"/>
        </w:rPr>
        <w:t>建設業退職金共済証紙</w:t>
      </w:r>
      <w:r w:rsidR="006B68B6" w:rsidRPr="00E76C46">
        <w:rPr>
          <w:rFonts w:hint="eastAsia"/>
          <w:b/>
          <w:bCs/>
          <w:sz w:val="32"/>
          <w:lang w:eastAsia="zh-TW"/>
        </w:rPr>
        <w:t>等</w:t>
      </w:r>
      <w:r w:rsidRPr="00E76C46">
        <w:rPr>
          <w:rFonts w:hint="eastAsia"/>
          <w:b/>
          <w:bCs/>
          <w:sz w:val="32"/>
          <w:lang w:eastAsia="zh-TW"/>
        </w:rPr>
        <w:t>不購入理由報告書</w:t>
      </w:r>
    </w:p>
    <w:p w:rsidR="00AD7251" w:rsidRPr="00E76C46" w:rsidRDefault="00AD7251" w:rsidP="00AD7251">
      <w:pPr>
        <w:wordWrap w:val="0"/>
        <w:spacing w:line="216" w:lineRule="exact"/>
        <w:ind w:right="-82"/>
        <w:jc w:val="left"/>
        <w:rPr>
          <w:sz w:val="21"/>
          <w:lang w:eastAsia="zh-TW"/>
        </w:rPr>
      </w:pPr>
    </w:p>
    <w:p w:rsidR="00AD7251" w:rsidRPr="00E76C46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  <w:r w:rsidRPr="00E76C46">
        <w:rPr>
          <w:rFonts w:hint="eastAsia"/>
          <w:sz w:val="21"/>
          <w:lang w:eastAsia="zh-TW"/>
        </w:rPr>
        <w:t xml:space="preserve">　</w:t>
      </w:r>
      <w:r w:rsidRPr="00E76C46">
        <w:rPr>
          <w:rFonts w:hint="eastAsia"/>
          <w:sz w:val="21"/>
        </w:rPr>
        <w:t>下記のとおり証紙</w:t>
      </w:r>
      <w:r w:rsidR="00D364FB" w:rsidRPr="00E76C46">
        <w:rPr>
          <w:rFonts w:hint="eastAsia"/>
          <w:sz w:val="21"/>
        </w:rPr>
        <w:t>等</w:t>
      </w:r>
      <w:r w:rsidRPr="00E76C46">
        <w:rPr>
          <w:rFonts w:hint="eastAsia"/>
          <w:sz w:val="21"/>
        </w:rPr>
        <w:t>を購入しない理由を報告します。</w:t>
      </w:r>
    </w:p>
    <w:p w:rsidR="00AD7251" w:rsidRPr="00E76C46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</w:p>
    <w:tbl>
      <w:tblPr>
        <w:tblW w:w="961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2592"/>
        <w:gridCol w:w="1296"/>
        <w:gridCol w:w="1296"/>
        <w:gridCol w:w="2916"/>
      </w:tblGrid>
      <w:tr w:rsidR="00E76C46" w:rsidRPr="00E76C46">
        <w:trPr>
          <w:cantSplit/>
          <w:trHeight w:val="540"/>
        </w:trPr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D7251" w:rsidRPr="00E76C46" w:rsidRDefault="00AD7251" w:rsidP="00D23943">
            <w:pPr>
              <w:spacing w:line="272" w:lineRule="exact"/>
              <w:ind w:leftChars="62" w:left="135" w:right="80"/>
              <w:jc w:val="distribute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>工事名</w:t>
            </w:r>
          </w:p>
        </w:tc>
        <w:tc>
          <w:tcPr>
            <w:tcW w:w="3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251" w:rsidRPr="00E76C46" w:rsidRDefault="00AD7251" w:rsidP="00AF2F44">
            <w:pPr>
              <w:spacing w:line="272" w:lineRule="exact"/>
              <w:ind w:right="-82"/>
              <w:rPr>
                <w:sz w:val="21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E76C46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 xml:space="preserve"> 契約年月日</w:t>
            </w:r>
          </w:p>
        </w:tc>
        <w:tc>
          <w:tcPr>
            <w:tcW w:w="29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E76C46" w:rsidRDefault="00D2181E" w:rsidP="00AF2F44">
            <w:pPr>
              <w:spacing w:line="272" w:lineRule="exact"/>
              <w:ind w:right="188"/>
              <w:jc w:val="right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 xml:space="preserve">　　</w:t>
            </w:r>
            <w:r w:rsidR="00AD7251" w:rsidRPr="00E76C46">
              <w:rPr>
                <w:rFonts w:hint="eastAsia"/>
                <w:sz w:val="21"/>
              </w:rPr>
              <w:t>年　　月　　日</w:t>
            </w:r>
          </w:p>
        </w:tc>
      </w:tr>
      <w:tr w:rsidR="00E76C46" w:rsidRPr="00E76C46">
        <w:trPr>
          <w:trHeight w:val="572"/>
        </w:trPr>
        <w:tc>
          <w:tcPr>
            <w:tcW w:w="151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D7251" w:rsidRPr="00E76C46" w:rsidRDefault="00AD7251" w:rsidP="00D23943">
            <w:pPr>
              <w:spacing w:line="272" w:lineRule="exact"/>
              <w:ind w:leftChars="62" w:left="135" w:right="80"/>
              <w:jc w:val="distribute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>工事場所</w:t>
            </w:r>
          </w:p>
        </w:tc>
        <w:tc>
          <w:tcPr>
            <w:tcW w:w="25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7251" w:rsidRPr="00E76C46" w:rsidRDefault="00AD7251" w:rsidP="00AF2F44">
            <w:pPr>
              <w:spacing w:line="272" w:lineRule="exact"/>
              <w:ind w:right="-82"/>
              <w:rPr>
                <w:sz w:val="21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E76C46" w:rsidRDefault="00AD7251" w:rsidP="00AF2F44">
            <w:pPr>
              <w:spacing w:line="272" w:lineRule="exact"/>
              <w:ind w:right="80"/>
              <w:jc w:val="distribute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 xml:space="preserve"> Ａ：請負額</w:t>
            </w:r>
          </w:p>
        </w:tc>
        <w:tc>
          <w:tcPr>
            <w:tcW w:w="4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E76C46" w:rsidRDefault="00AD7251" w:rsidP="00AF2F44">
            <w:pPr>
              <w:spacing w:line="272" w:lineRule="exact"/>
              <w:ind w:right="80"/>
              <w:jc w:val="right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>円（税込）</w:t>
            </w:r>
          </w:p>
        </w:tc>
      </w:tr>
      <w:tr w:rsidR="00E76C46" w:rsidRPr="00E76C46">
        <w:trPr>
          <w:trHeight w:val="6849"/>
        </w:trPr>
        <w:tc>
          <w:tcPr>
            <w:tcW w:w="151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E76C46" w:rsidRDefault="00AD7251" w:rsidP="00D23943">
            <w:pPr>
              <w:spacing w:line="272" w:lineRule="exact"/>
              <w:ind w:leftChars="62" w:left="135" w:right="80"/>
              <w:jc w:val="distribute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>不購入の理由</w:t>
            </w:r>
          </w:p>
        </w:tc>
        <w:tc>
          <w:tcPr>
            <w:tcW w:w="8100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7251" w:rsidRPr="00E76C46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 xml:space="preserve"> （不購入の理由は詳細かつ具体的に記載すること。）</w:t>
            </w:r>
          </w:p>
          <w:p w:rsidR="000967D7" w:rsidRPr="00E76C46" w:rsidRDefault="000967D7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 xml:space="preserve">　例　短期雇用労働者を使用せず、自らの従業員を使用して工事を施工し、その従業</w:t>
            </w:r>
          </w:p>
          <w:p w:rsidR="000967D7" w:rsidRPr="00E76C46" w:rsidRDefault="000967D7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 xml:space="preserve">　　員について何らかの退職金制度を有している（なお、何らかの退職金制度を有し</w:t>
            </w:r>
          </w:p>
          <w:p w:rsidR="00AD7251" w:rsidRPr="00E76C46" w:rsidRDefault="000967D7" w:rsidP="000967D7">
            <w:pPr>
              <w:spacing w:line="272" w:lineRule="exact"/>
              <w:ind w:right="-82" w:firstLineChars="200" w:firstLine="415"/>
              <w:jc w:val="left"/>
              <w:rPr>
                <w:sz w:val="21"/>
              </w:rPr>
            </w:pPr>
            <w:r w:rsidRPr="00E76C46">
              <w:rPr>
                <w:rFonts w:hint="eastAsia"/>
                <w:sz w:val="21"/>
              </w:rPr>
              <w:t>ている場合にはその名称、契約番号を理由欄に記載すること）。</w:t>
            </w:r>
          </w:p>
        </w:tc>
      </w:tr>
      <w:tr w:rsidR="00AD7251">
        <w:trPr>
          <w:trHeight w:val="1873"/>
        </w:trPr>
        <w:tc>
          <w:tcPr>
            <w:tcW w:w="15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7251" w:rsidRPr="00404C51" w:rsidRDefault="00AD7251" w:rsidP="00D23943">
            <w:pPr>
              <w:spacing w:line="272" w:lineRule="exact"/>
              <w:ind w:leftChars="62" w:left="135" w:right="80"/>
              <w:jc w:val="distribute"/>
              <w:rPr>
                <w:sz w:val="21"/>
              </w:rPr>
            </w:pPr>
            <w:bookmarkStart w:id="0" w:name="_GoBack" w:colFirst="0" w:colLast="1"/>
            <w:r w:rsidRPr="00404C51">
              <w:rPr>
                <w:rFonts w:hint="eastAsia"/>
                <w:sz w:val="21"/>
              </w:rPr>
              <w:t>今後の証紙</w:t>
            </w:r>
            <w:r w:rsidR="006B68B6" w:rsidRPr="00404C51">
              <w:rPr>
                <w:rFonts w:hint="eastAsia"/>
                <w:sz w:val="21"/>
              </w:rPr>
              <w:t>等</w:t>
            </w:r>
          </w:p>
          <w:p w:rsidR="00AD7251" w:rsidRPr="00404C51" w:rsidRDefault="00AD7251" w:rsidP="00D23943">
            <w:pPr>
              <w:spacing w:line="272" w:lineRule="exact"/>
              <w:ind w:leftChars="62" w:left="135" w:right="80"/>
              <w:jc w:val="distribute"/>
              <w:rPr>
                <w:sz w:val="21"/>
              </w:rPr>
            </w:pPr>
            <w:r w:rsidRPr="00404C51">
              <w:rPr>
                <w:rFonts w:hint="eastAsia"/>
                <w:sz w:val="21"/>
              </w:rPr>
              <w:t>購入予定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251" w:rsidRPr="00404C51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404C51">
              <w:rPr>
                <w:rFonts w:hint="eastAsia"/>
                <w:sz w:val="21"/>
              </w:rPr>
              <w:t xml:space="preserve"> （該当するものを○で囲む）</w:t>
            </w:r>
          </w:p>
          <w:p w:rsidR="00AD7251" w:rsidRPr="00404C51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404C51">
              <w:rPr>
                <w:rFonts w:hint="eastAsia"/>
                <w:sz w:val="21"/>
              </w:rPr>
              <w:t xml:space="preserve"> Ⅰ、購入予定あり</w:t>
            </w:r>
          </w:p>
          <w:p w:rsidR="00AD7251" w:rsidRPr="00404C51" w:rsidRDefault="00D2181E" w:rsidP="00AF2F44">
            <w:pPr>
              <w:spacing w:line="272" w:lineRule="exact"/>
              <w:ind w:right="-82"/>
              <w:rPr>
                <w:sz w:val="21"/>
              </w:rPr>
            </w:pPr>
            <w:r w:rsidRPr="00404C51">
              <w:rPr>
                <w:rFonts w:hint="eastAsia"/>
                <w:sz w:val="21"/>
              </w:rPr>
              <w:t>（購入時期：</w:t>
            </w:r>
            <w:r w:rsidR="008918A6" w:rsidRPr="00404C51">
              <w:rPr>
                <w:rFonts w:hint="eastAsia"/>
                <w:sz w:val="21"/>
              </w:rPr>
              <w:t xml:space="preserve">　　　</w:t>
            </w:r>
            <w:r w:rsidR="00AD7251" w:rsidRPr="00404C51">
              <w:rPr>
                <w:rFonts w:hint="eastAsia"/>
                <w:sz w:val="21"/>
              </w:rPr>
              <w:t xml:space="preserve">　　年　　月頃、購入予定額　　　　　　　　円程度）</w:t>
            </w:r>
          </w:p>
          <w:p w:rsidR="00AD7251" w:rsidRPr="00404C51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404C51">
              <w:rPr>
                <w:rFonts w:hint="eastAsia"/>
                <w:sz w:val="21"/>
              </w:rPr>
              <w:t xml:space="preserve"> Ⅱ、購入予定なし</w:t>
            </w:r>
          </w:p>
        </w:tc>
      </w:tr>
      <w:bookmarkEnd w:id="0"/>
    </w:tbl>
    <w:p w:rsidR="00094891" w:rsidRPr="00001C7F" w:rsidRDefault="00094891" w:rsidP="00C87C53">
      <w:pPr>
        <w:wordWrap w:val="0"/>
        <w:spacing w:line="272" w:lineRule="exact"/>
        <w:ind w:right="-82"/>
        <w:jc w:val="left"/>
      </w:pPr>
    </w:p>
    <w:sectPr w:rsidR="00094891" w:rsidRPr="00001C7F" w:rsidSect="00C87C53">
      <w:pgSz w:w="11906" w:h="16838" w:code="9"/>
      <w:pgMar w:top="1134" w:right="1134" w:bottom="851" w:left="1134" w:header="851" w:footer="992" w:gutter="0"/>
      <w:cols w:space="425"/>
      <w:docGrid w:type="linesAndChars" w:linePitch="416" w:charSpace="-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A9B" w:rsidRDefault="00915A9B" w:rsidP="00D2181E">
      <w:r>
        <w:separator/>
      </w:r>
    </w:p>
  </w:endnote>
  <w:endnote w:type="continuationSeparator" w:id="0">
    <w:p w:rsidR="00915A9B" w:rsidRDefault="00915A9B" w:rsidP="00D2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A9B" w:rsidRDefault="00915A9B" w:rsidP="00D2181E">
      <w:r>
        <w:separator/>
      </w:r>
    </w:p>
  </w:footnote>
  <w:footnote w:type="continuationSeparator" w:id="0">
    <w:p w:rsidR="00915A9B" w:rsidRDefault="00915A9B" w:rsidP="00D21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52E79"/>
    <w:rsid w:val="000747B7"/>
    <w:rsid w:val="00091ABD"/>
    <w:rsid w:val="00094891"/>
    <w:rsid w:val="000967D7"/>
    <w:rsid w:val="0009723E"/>
    <w:rsid w:val="000A5198"/>
    <w:rsid w:val="001266C0"/>
    <w:rsid w:val="00260052"/>
    <w:rsid w:val="00287FF6"/>
    <w:rsid w:val="002B14B4"/>
    <w:rsid w:val="00375924"/>
    <w:rsid w:val="003A24B0"/>
    <w:rsid w:val="003F3F03"/>
    <w:rsid w:val="00404C51"/>
    <w:rsid w:val="00420855"/>
    <w:rsid w:val="0042310C"/>
    <w:rsid w:val="005378C2"/>
    <w:rsid w:val="00560749"/>
    <w:rsid w:val="005943CB"/>
    <w:rsid w:val="005B3939"/>
    <w:rsid w:val="006140E9"/>
    <w:rsid w:val="00652E69"/>
    <w:rsid w:val="00664E23"/>
    <w:rsid w:val="00674147"/>
    <w:rsid w:val="00694DA8"/>
    <w:rsid w:val="006B68B6"/>
    <w:rsid w:val="006E0948"/>
    <w:rsid w:val="007229AA"/>
    <w:rsid w:val="00733FC4"/>
    <w:rsid w:val="007373F2"/>
    <w:rsid w:val="0075120E"/>
    <w:rsid w:val="007B169D"/>
    <w:rsid w:val="007F3C0A"/>
    <w:rsid w:val="00803091"/>
    <w:rsid w:val="00867567"/>
    <w:rsid w:val="008918A6"/>
    <w:rsid w:val="008C2326"/>
    <w:rsid w:val="00915A9B"/>
    <w:rsid w:val="00916330"/>
    <w:rsid w:val="00A17754"/>
    <w:rsid w:val="00A43FA3"/>
    <w:rsid w:val="00A65F84"/>
    <w:rsid w:val="00A71A12"/>
    <w:rsid w:val="00AD7251"/>
    <w:rsid w:val="00AF2F44"/>
    <w:rsid w:val="00B03CB1"/>
    <w:rsid w:val="00B83E4B"/>
    <w:rsid w:val="00BD1122"/>
    <w:rsid w:val="00C40A34"/>
    <w:rsid w:val="00C51A85"/>
    <w:rsid w:val="00C8210C"/>
    <w:rsid w:val="00C82DDD"/>
    <w:rsid w:val="00C87C53"/>
    <w:rsid w:val="00CA0ECA"/>
    <w:rsid w:val="00CD18F4"/>
    <w:rsid w:val="00CE5495"/>
    <w:rsid w:val="00CF7CD5"/>
    <w:rsid w:val="00D1061D"/>
    <w:rsid w:val="00D10EFF"/>
    <w:rsid w:val="00D15386"/>
    <w:rsid w:val="00D2181E"/>
    <w:rsid w:val="00D23943"/>
    <w:rsid w:val="00D364FB"/>
    <w:rsid w:val="00D578B3"/>
    <w:rsid w:val="00DA7A1F"/>
    <w:rsid w:val="00DE18F5"/>
    <w:rsid w:val="00DE6242"/>
    <w:rsid w:val="00E116BE"/>
    <w:rsid w:val="00E2353C"/>
    <w:rsid w:val="00E7265A"/>
    <w:rsid w:val="00E76C46"/>
    <w:rsid w:val="00EA0563"/>
    <w:rsid w:val="00F33795"/>
    <w:rsid w:val="00F3506E"/>
    <w:rsid w:val="00F75C46"/>
    <w:rsid w:val="00F80E3D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6E073D-14AC-4163-8DC2-4EB89D32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D21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2181E"/>
    <w:rPr>
      <w:rFonts w:ascii="ＭＳ 明朝"/>
      <w:kern w:val="2"/>
      <w:sz w:val="22"/>
    </w:rPr>
  </w:style>
  <w:style w:type="paragraph" w:styleId="a8">
    <w:name w:val="footer"/>
    <w:basedOn w:val="a"/>
    <w:link w:val="a9"/>
    <w:rsid w:val="00D218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2181E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4</TotalTime>
  <Pages>1</Pages>
  <Words>273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様式第7号（第18条関係）</vt:lpstr>
      <vt:lpstr>様式第7号（第18条関係）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dc:creator>岩手県</dc:creator>
  <cp:keywords/>
  <cp:lastModifiedBy>佐藤　肇</cp:lastModifiedBy>
  <cp:revision>9</cp:revision>
  <cp:lastPrinted>2008-08-22T08:42:00Z</cp:lastPrinted>
  <dcterms:created xsi:type="dcterms:W3CDTF">2020-04-16T12:16:00Z</dcterms:created>
  <dcterms:modified xsi:type="dcterms:W3CDTF">2022-03-31T08:30:00Z</dcterms:modified>
</cp:coreProperties>
</file>